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E50DB7F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F96860" w:rsidRPr="00F96860">
        <w:rPr>
          <w:b/>
          <w:color w:val="FF5200" w:themeColor="accent2"/>
          <w:sz w:val="36"/>
          <w:szCs w:val="36"/>
        </w:rPr>
        <w:t xml:space="preserve">„ITSM </w:t>
      </w:r>
      <w:proofErr w:type="gramStart"/>
      <w:r w:rsidR="00F96860" w:rsidRPr="00F96860">
        <w:rPr>
          <w:b/>
          <w:color w:val="FF5200" w:themeColor="accent2"/>
          <w:sz w:val="36"/>
          <w:szCs w:val="36"/>
        </w:rPr>
        <w:t>platforma - Licence</w:t>
      </w:r>
      <w:proofErr w:type="gramEnd"/>
      <w:r w:rsidR="00F96860" w:rsidRPr="00F96860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C77D69">
        <w:rPr>
          <w:b/>
          <w:color w:val="FF5200" w:themeColor="accent2"/>
          <w:sz w:val="36"/>
          <w:szCs w:val="36"/>
        </w:rPr>
        <w:t xml:space="preserve">pod </w:t>
      </w:r>
      <w:r w:rsidR="000128D4" w:rsidRPr="00C77D6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</w:t>
      </w:r>
      <w:r w:rsidR="00C77D6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C77D6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j. </w:t>
      </w:r>
      <w:r w:rsidR="00C77D69" w:rsidRPr="00C77D6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64561/2022-SŽ-GŘ-O8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736BCB7E" w14:textId="41D1259B" w:rsidR="00C77D69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14484255" w:history="1">
            <w:r w:rsidR="00C77D69" w:rsidRPr="00D930B7">
              <w:rPr>
                <w:rStyle w:val="Hypertextovodkaz"/>
                <w:noProof/>
              </w:rPr>
              <w:t>Kapitola 1.</w:t>
            </w:r>
            <w:r w:rsidR="00C77D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77D69" w:rsidRPr="00D930B7">
              <w:rPr>
                <w:rStyle w:val="Hypertextovodkaz"/>
                <w:noProof/>
              </w:rPr>
              <w:t>Základní údaje k nabídce</w:t>
            </w:r>
            <w:r w:rsidR="00C77D69">
              <w:rPr>
                <w:noProof/>
                <w:webHidden/>
              </w:rPr>
              <w:tab/>
            </w:r>
            <w:r w:rsidR="00C77D69">
              <w:rPr>
                <w:noProof/>
                <w:webHidden/>
              </w:rPr>
              <w:fldChar w:fldCharType="begin"/>
            </w:r>
            <w:r w:rsidR="00C77D69">
              <w:rPr>
                <w:noProof/>
                <w:webHidden/>
              </w:rPr>
              <w:instrText xml:space="preserve"> PAGEREF _Toc114484255 \h </w:instrText>
            </w:r>
            <w:r w:rsidR="00C77D69">
              <w:rPr>
                <w:noProof/>
                <w:webHidden/>
              </w:rPr>
            </w:r>
            <w:r w:rsidR="00C77D69">
              <w:rPr>
                <w:noProof/>
                <w:webHidden/>
              </w:rPr>
              <w:fldChar w:fldCharType="separate"/>
            </w:r>
            <w:r w:rsidR="00C77D69">
              <w:rPr>
                <w:noProof/>
                <w:webHidden/>
              </w:rPr>
              <w:t>2</w:t>
            </w:r>
            <w:r w:rsidR="00C77D69">
              <w:rPr>
                <w:noProof/>
                <w:webHidden/>
              </w:rPr>
              <w:fldChar w:fldCharType="end"/>
            </w:r>
          </w:hyperlink>
        </w:p>
        <w:p w14:paraId="096A8555" w14:textId="31842D0E" w:rsidR="00C77D69" w:rsidRDefault="00C77D6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4484256" w:history="1">
            <w:r w:rsidRPr="00D930B7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930B7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_Toc114484256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89B85D" w14:textId="6554A271" w:rsidR="00C77D69" w:rsidRDefault="00C77D6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4484257" w:history="1">
            <w:r w:rsidRPr="00D930B7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930B7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_Toc114484257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72A13F" w14:textId="1432086D" w:rsidR="00C77D69" w:rsidRDefault="00C77D6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4484258" w:history="1">
            <w:r w:rsidRPr="00D930B7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930B7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_Toc114484258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A0E971" w14:textId="55F40DD0" w:rsidR="00C77D69" w:rsidRDefault="00C77D6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4484259" w:history="1">
            <w:r w:rsidRPr="00D930B7">
              <w:rPr>
                <w:rStyle w:val="Hypertextovodkaz"/>
                <w:rFonts w:eastAsia="Times New Roman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930B7">
              <w:rPr>
                <w:rStyle w:val="Hypertextovodkaz"/>
                <w:noProof/>
              </w:rPr>
              <w:t>Čestné</w:t>
            </w:r>
            <w:r w:rsidRPr="00D930B7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_Toc114484259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3C28821F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14484255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1ABD50B3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F96860">
        <w:rPr>
          <w:rFonts w:eastAsia="Times New Roman" w:cs="Times New Roman"/>
          <w:lang w:eastAsia="cs-CZ"/>
        </w:rPr>
        <w:t>podlimitní sektorovou veřejnou zakázku</w:t>
      </w:r>
      <w:r w:rsidRPr="00F96860">
        <w:t>, jsou pravdivé</w:t>
      </w:r>
      <w:r w:rsidR="009771C9" w:rsidRPr="00F96860">
        <w:t>, úplné</w:t>
      </w:r>
      <w:r w:rsidR="009771C9">
        <w:t xml:space="preserve">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5662599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77D6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77D6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14484256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1448425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6BCDAF01" w:rsid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F96860">
        <w:rPr>
          <w:rFonts w:eastAsia="Times New Roman" w:cs="Times New Roman"/>
          <w:lang w:eastAsia="cs-CZ"/>
        </w:rPr>
        <w:t xml:space="preserve">tuto </w:t>
      </w:r>
      <w:r w:rsidR="00A327CB" w:rsidRPr="00F96860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CBF9A3F" w14:textId="77777777" w:rsidR="00F96860" w:rsidRPr="00A327CB" w:rsidRDefault="00F96860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14484258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47E07E7B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A610815" w14:textId="023A42C9" w:rsidR="009313A7" w:rsidRDefault="009313A7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020BA5E" w14:textId="2C90194F" w:rsidR="009313A7" w:rsidRDefault="009313A7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F27C085" w14:textId="400CE9B6" w:rsidR="009313A7" w:rsidRDefault="009313A7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A6EBCB7" w14:textId="3B5B0615" w:rsidR="009313A7" w:rsidRDefault="009313A7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E052321" w14:textId="1A91A2F7" w:rsidR="009313A7" w:rsidRDefault="009313A7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0259CBE" w14:textId="36F1B8DD" w:rsidR="009313A7" w:rsidRDefault="009313A7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24DBCCA" w14:textId="13C277EA" w:rsidR="009313A7" w:rsidRDefault="009313A7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67F0BA0" w14:textId="47BFD9F2" w:rsidR="009313A7" w:rsidRDefault="009313A7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618F095" w14:textId="53BEAB7D" w:rsidR="009313A7" w:rsidRDefault="009313A7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4C5BF90" w14:textId="759F0F77" w:rsidR="009313A7" w:rsidRDefault="009313A7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2213FAA" w14:textId="539669B2" w:rsidR="009313A7" w:rsidRDefault="009313A7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C61C1E8" w14:textId="638709BF" w:rsidR="009313A7" w:rsidRDefault="009313A7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E8DC558" w14:textId="56AF05FF" w:rsidR="009313A7" w:rsidRDefault="009313A7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385DE1B" w14:textId="4B15D9DC" w:rsidR="009313A7" w:rsidRDefault="009313A7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0539DB2" w14:textId="59BEECDF" w:rsidR="009313A7" w:rsidRDefault="009313A7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C921D41" w14:textId="735A4CB4" w:rsidR="009313A7" w:rsidRDefault="009313A7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A3D8F86" w14:textId="43EF5AED" w:rsidR="009313A7" w:rsidRDefault="009313A7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080134F" w14:textId="6C5B2469" w:rsidR="009313A7" w:rsidRDefault="009313A7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F90BD3D" w14:textId="1320D195" w:rsidR="009313A7" w:rsidRDefault="009313A7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D14F906" w14:textId="79097675" w:rsidR="009313A7" w:rsidRDefault="009313A7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B126AE6" w14:textId="67F07A40" w:rsidR="009313A7" w:rsidRDefault="009313A7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F8ED23A" w14:textId="268D4C16" w:rsidR="009313A7" w:rsidRDefault="009313A7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5ACA5F6" w14:textId="2DA5E155" w:rsidR="009313A7" w:rsidRDefault="009313A7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4" w:name="_Toc114484259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347660">
    <w:abstractNumId w:val="3"/>
  </w:num>
  <w:num w:numId="2" w16cid:durableId="1664816128">
    <w:abstractNumId w:val="1"/>
  </w:num>
  <w:num w:numId="3" w16cid:durableId="19175457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5432766">
    <w:abstractNumId w:val="9"/>
  </w:num>
  <w:num w:numId="5" w16cid:durableId="426654646">
    <w:abstractNumId w:val="5"/>
  </w:num>
  <w:num w:numId="6" w16cid:durableId="258610627">
    <w:abstractNumId w:val="6"/>
  </w:num>
  <w:num w:numId="7" w16cid:durableId="889852015">
    <w:abstractNumId w:val="0"/>
  </w:num>
  <w:num w:numId="8" w16cid:durableId="659045181">
    <w:abstractNumId w:val="7"/>
  </w:num>
  <w:num w:numId="9" w16cid:durableId="690119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76967477">
    <w:abstractNumId w:val="6"/>
  </w:num>
  <w:num w:numId="11" w16cid:durableId="1307932525">
    <w:abstractNumId w:val="1"/>
  </w:num>
  <w:num w:numId="12" w16cid:durableId="1409499785">
    <w:abstractNumId w:val="6"/>
  </w:num>
  <w:num w:numId="13" w16cid:durableId="259262411">
    <w:abstractNumId w:val="6"/>
  </w:num>
  <w:num w:numId="14" w16cid:durableId="601693974">
    <w:abstractNumId w:val="6"/>
  </w:num>
  <w:num w:numId="15" w16cid:durableId="1081760643">
    <w:abstractNumId w:val="6"/>
  </w:num>
  <w:num w:numId="16" w16cid:durableId="1187132738">
    <w:abstractNumId w:val="10"/>
  </w:num>
  <w:num w:numId="17" w16cid:durableId="1148128141">
    <w:abstractNumId w:val="3"/>
  </w:num>
  <w:num w:numId="18" w16cid:durableId="1634480474">
    <w:abstractNumId w:val="10"/>
  </w:num>
  <w:num w:numId="19" w16cid:durableId="2009163622">
    <w:abstractNumId w:val="10"/>
  </w:num>
  <w:num w:numId="20" w16cid:durableId="645399546">
    <w:abstractNumId w:val="10"/>
  </w:num>
  <w:num w:numId="21" w16cid:durableId="1900046733">
    <w:abstractNumId w:val="10"/>
  </w:num>
  <w:num w:numId="22" w16cid:durableId="1281688229">
    <w:abstractNumId w:val="6"/>
  </w:num>
  <w:num w:numId="23" w16cid:durableId="1465611346">
    <w:abstractNumId w:val="1"/>
  </w:num>
  <w:num w:numId="24" w16cid:durableId="2064600189">
    <w:abstractNumId w:val="6"/>
  </w:num>
  <w:num w:numId="25" w16cid:durableId="779564108">
    <w:abstractNumId w:val="6"/>
  </w:num>
  <w:num w:numId="26" w16cid:durableId="97873372">
    <w:abstractNumId w:val="6"/>
  </w:num>
  <w:num w:numId="27" w16cid:durableId="98719202">
    <w:abstractNumId w:val="6"/>
  </w:num>
  <w:num w:numId="28" w16cid:durableId="664482345">
    <w:abstractNumId w:val="10"/>
  </w:num>
  <w:num w:numId="29" w16cid:durableId="1399013190">
    <w:abstractNumId w:val="3"/>
  </w:num>
  <w:num w:numId="30" w16cid:durableId="1430128251">
    <w:abstractNumId w:val="10"/>
  </w:num>
  <w:num w:numId="31" w16cid:durableId="1661888511">
    <w:abstractNumId w:val="10"/>
  </w:num>
  <w:num w:numId="32" w16cid:durableId="1582835732">
    <w:abstractNumId w:val="10"/>
  </w:num>
  <w:num w:numId="33" w16cid:durableId="1483353664">
    <w:abstractNumId w:val="10"/>
  </w:num>
  <w:num w:numId="34" w16cid:durableId="549926214">
    <w:abstractNumId w:val="4"/>
  </w:num>
  <w:num w:numId="35" w16cid:durableId="96143447">
    <w:abstractNumId w:val="12"/>
  </w:num>
  <w:num w:numId="36" w16cid:durableId="918488977">
    <w:abstractNumId w:val="2"/>
  </w:num>
  <w:num w:numId="37" w16cid:durableId="994528241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17095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13A7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77D69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96860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7</Pages>
  <Words>1095</Words>
  <Characters>6467</Characters>
  <Application>Microsoft Office Word</Application>
  <DocSecurity>0</DocSecurity>
  <Lines>53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4</cp:revision>
  <cp:lastPrinted>2017-11-28T17:18:00Z</cp:lastPrinted>
  <dcterms:created xsi:type="dcterms:W3CDTF">2022-09-12T07:56:00Z</dcterms:created>
  <dcterms:modified xsi:type="dcterms:W3CDTF">2022-09-19T10:51:00Z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